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B1284A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18</w:t>
      </w:r>
      <w:r w:rsidR="003420EA" w:rsidRPr="003420EA">
        <w:rPr>
          <w:bCs w:val="0"/>
          <w:sz w:val="24"/>
          <w:szCs w:val="24"/>
        </w:rPr>
        <w:t>.</w:t>
      </w:r>
      <w:r>
        <w:rPr>
          <w:bCs w:val="0"/>
          <w:sz w:val="24"/>
          <w:szCs w:val="24"/>
        </w:rPr>
        <w:t>1</w:t>
      </w:r>
      <w:r w:rsidR="003C4CC0">
        <w:rPr>
          <w:bCs w:val="0"/>
          <w:sz w:val="24"/>
          <w:szCs w:val="24"/>
        </w:rPr>
        <w:t>0</w:t>
      </w:r>
      <w:r w:rsidR="003420EA" w:rsidRPr="003420EA">
        <w:rPr>
          <w:bCs w:val="0"/>
          <w:sz w:val="24"/>
          <w:szCs w:val="24"/>
        </w:rPr>
        <w:t>.202</w:t>
      </w:r>
      <w:r w:rsidR="00CE0B97">
        <w:rPr>
          <w:bCs w:val="0"/>
          <w:sz w:val="24"/>
          <w:szCs w:val="24"/>
        </w:rPr>
        <w:t>2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7A24A4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B1284A" w:rsidRPr="00B1284A">
        <w:rPr>
          <w:bCs w:val="0"/>
          <w:szCs w:val="20"/>
        </w:rPr>
        <w:t>«О внесении изменений в отдельные постановления Законодательного Собрания Новосибирской области по вопросам организации деятельности Законодательного Собрания Новосибирской области»</w:t>
      </w:r>
      <w:r w:rsidR="00B1284A">
        <w:rPr>
          <w:bCs w:val="0"/>
          <w:szCs w:val="20"/>
        </w:rPr>
        <w:t>.</w:t>
      </w:r>
      <w:bookmarkStart w:id="0" w:name="_GoBack"/>
      <w:bookmarkEnd w:id="0"/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заместитель председателя комитета Законодательного Собрания по государственной политике, законодательству и местному самоуправлению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>
        <w:t>О.Н. Подойма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7D9" w:rsidRDefault="002467D9">
      <w:r>
        <w:separator/>
      </w:r>
    </w:p>
  </w:endnote>
  <w:endnote w:type="continuationSeparator" w:id="0">
    <w:p w:rsidR="002467D9" w:rsidRDefault="0024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7D9" w:rsidRDefault="002467D9">
      <w:r>
        <w:separator/>
      </w:r>
    </w:p>
  </w:footnote>
  <w:footnote w:type="continuationSeparator" w:id="0">
    <w:p w:rsidR="002467D9" w:rsidRDefault="00246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467D9"/>
    <w:rsid w:val="002530AB"/>
    <w:rsid w:val="00266EB2"/>
    <w:rsid w:val="002868AD"/>
    <w:rsid w:val="0029198A"/>
    <w:rsid w:val="00296E94"/>
    <w:rsid w:val="002A4124"/>
    <w:rsid w:val="002A5AA9"/>
    <w:rsid w:val="002B3370"/>
    <w:rsid w:val="002B6541"/>
    <w:rsid w:val="002C11E8"/>
    <w:rsid w:val="002C1E02"/>
    <w:rsid w:val="002C30DA"/>
    <w:rsid w:val="002D0D6A"/>
    <w:rsid w:val="002D0E03"/>
    <w:rsid w:val="002D635A"/>
    <w:rsid w:val="002E2528"/>
    <w:rsid w:val="002E509D"/>
    <w:rsid w:val="002F7D2C"/>
    <w:rsid w:val="003042A2"/>
    <w:rsid w:val="00312164"/>
    <w:rsid w:val="003130D9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6FD"/>
    <w:rsid w:val="00596F24"/>
    <w:rsid w:val="005978A9"/>
    <w:rsid w:val="005A43CD"/>
    <w:rsid w:val="005A6033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80FC1"/>
    <w:rsid w:val="0089156E"/>
    <w:rsid w:val="008927FF"/>
    <w:rsid w:val="00894CE0"/>
    <w:rsid w:val="00895CEC"/>
    <w:rsid w:val="008A4E10"/>
    <w:rsid w:val="008A5625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284A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566F8"/>
    <w:rsid w:val="00E72505"/>
    <w:rsid w:val="00E75006"/>
    <w:rsid w:val="00E831A2"/>
    <w:rsid w:val="00E9288A"/>
    <w:rsid w:val="00E944DC"/>
    <w:rsid w:val="00E94E0B"/>
    <w:rsid w:val="00E95E7F"/>
    <w:rsid w:val="00EA4F82"/>
    <w:rsid w:val="00EC0970"/>
    <w:rsid w:val="00EC14E5"/>
    <w:rsid w:val="00EC7B61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2B367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F7DAC-1751-4C6F-8006-29C2630D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2022-06-16T05:03:00Z</cp:lastPrinted>
  <dcterms:created xsi:type="dcterms:W3CDTF">2022-10-13T08:22:00Z</dcterms:created>
  <dcterms:modified xsi:type="dcterms:W3CDTF">2022-10-13T08:22:00Z</dcterms:modified>
</cp:coreProperties>
</file>